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7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</w:tblGrid>
      <w:tr w:rsidR="004229D0" w14:paraId="6DFF41ED" w14:textId="77777777" w:rsidTr="0017585C">
        <w:trPr>
          <w:trHeight w:val="145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117C" w14:textId="77777777" w:rsidR="004229D0" w:rsidRPr="002D5FA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</w:p>
          <w:p w14:paraId="56D2AEB1" w14:textId="77777777" w:rsidR="004229D0" w:rsidRPr="0044297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Marca</w:t>
            </w:r>
          </w:p>
          <w:p w14:paraId="6B84A4AC" w14:textId="77777777" w:rsidR="004229D0" w:rsidRPr="0044297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da Bollo</w:t>
            </w:r>
          </w:p>
          <w:p w14:paraId="5AAE5BA9" w14:textId="77777777" w:rsidR="004229D0" w:rsidRPr="002D5FAA" w:rsidRDefault="004229D0" w:rsidP="0017585C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  <w:r w:rsidRPr="0044297A">
              <w:rPr>
                <w:i/>
                <w:sz w:val="22"/>
                <w:szCs w:val="22"/>
              </w:rPr>
              <w:t>Euro 16,00</w:t>
            </w:r>
          </w:p>
        </w:tc>
      </w:tr>
    </w:tbl>
    <w:p w14:paraId="749111A3" w14:textId="77777777" w:rsidR="00EC25EA" w:rsidRPr="00D96B21" w:rsidRDefault="0044297A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Al Consiglio P</w:t>
      </w:r>
      <w:r w:rsidR="00EC25EA" w:rsidRPr="00D96B21">
        <w:rPr>
          <w:rFonts w:ascii="Times New Roman" w:hAnsi="Times New Roman"/>
          <w:noProof/>
          <w:sz w:val="22"/>
          <w:szCs w:val="22"/>
        </w:rPr>
        <w:t>rovinciale dell’Ordine</w:t>
      </w:r>
    </w:p>
    <w:p w14:paraId="7C5E93D2" w14:textId="77777777" w:rsidR="00244AF4" w:rsidRPr="00D96B21" w:rsidRDefault="00EC25EA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 w:rsidRPr="00D96B21">
        <w:rPr>
          <w:rFonts w:ascii="Times New Roman" w:hAnsi="Times New Roman"/>
          <w:noProof/>
          <w:sz w:val="22"/>
          <w:szCs w:val="22"/>
        </w:rPr>
        <w:t>dei Consulenti del Lavoro di</w:t>
      </w:r>
    </w:p>
    <w:p w14:paraId="5359D7FF" w14:textId="77777777" w:rsidR="00244AF4" w:rsidRPr="00D96B21" w:rsidRDefault="00146F20" w:rsidP="0017585C">
      <w:pPr>
        <w:pStyle w:val="Corpodeltesto"/>
        <w:ind w:left="637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Lecce</w:t>
      </w:r>
    </w:p>
    <w:p w14:paraId="38C04374" w14:textId="77777777" w:rsidR="00244AF4" w:rsidRPr="00D96B21" w:rsidRDefault="00244AF4">
      <w:pPr>
        <w:pStyle w:val="Corpodeltesto"/>
        <w:rPr>
          <w:rFonts w:ascii="Times New Roman" w:hAnsi="Times New Roman"/>
          <w:noProof/>
          <w:sz w:val="22"/>
          <w:szCs w:val="22"/>
        </w:rPr>
      </w:pPr>
    </w:p>
    <w:p w14:paraId="42E88F9C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6EDA1EAC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40D7A5DE" w14:textId="77777777" w:rsidR="00244AF4" w:rsidRPr="00D96B21" w:rsidRDefault="00E629E5">
      <w:pPr>
        <w:pStyle w:val="Corpodeltesto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b/>
          <w:sz w:val="22"/>
          <w:szCs w:val="22"/>
        </w:rPr>
        <w:t xml:space="preserve">Oggetto: </w:t>
      </w:r>
      <w:r w:rsidR="00710025">
        <w:rPr>
          <w:rFonts w:ascii="Times New Roman" w:hAnsi="Times New Roman"/>
          <w:sz w:val="22"/>
          <w:szCs w:val="22"/>
        </w:rPr>
        <w:t>D</w:t>
      </w:r>
      <w:r w:rsidR="00EC25EA" w:rsidRPr="0017585C">
        <w:rPr>
          <w:rFonts w:ascii="Times New Roman" w:hAnsi="Times New Roman"/>
          <w:sz w:val="22"/>
          <w:szCs w:val="22"/>
        </w:rPr>
        <w:t>omanda di iscrizione al registro dei praticanti</w:t>
      </w:r>
      <w:r w:rsidR="00EC25EA" w:rsidRPr="00D96B21">
        <w:rPr>
          <w:rFonts w:ascii="Times New Roman" w:hAnsi="Times New Roman"/>
          <w:b/>
          <w:sz w:val="22"/>
          <w:szCs w:val="22"/>
        </w:rPr>
        <w:t xml:space="preserve"> </w:t>
      </w:r>
      <w:r w:rsidRPr="00D96B21">
        <w:rPr>
          <w:rFonts w:ascii="Times New Roman" w:hAnsi="Times New Roman"/>
          <w:b/>
          <w:sz w:val="22"/>
          <w:szCs w:val="22"/>
        </w:rPr>
        <w:t xml:space="preserve"> </w:t>
      </w:r>
    </w:p>
    <w:p w14:paraId="2C031961" w14:textId="77777777" w:rsidR="00244AF4" w:rsidRPr="00D96B21" w:rsidRDefault="00244AF4">
      <w:pPr>
        <w:pStyle w:val="Corpodeltesto"/>
        <w:rPr>
          <w:rFonts w:ascii="Times New Roman" w:hAnsi="Times New Roman"/>
          <w:b/>
          <w:sz w:val="22"/>
          <w:szCs w:val="22"/>
        </w:rPr>
      </w:pPr>
    </w:p>
    <w:p w14:paraId="0DF16F04" w14:textId="77777777" w:rsidR="005F7055" w:rsidRDefault="00EC25E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Il</w:t>
      </w:r>
      <w:r w:rsidR="005F7055">
        <w:rPr>
          <w:rFonts w:ascii="Times New Roman" w:hAnsi="Times New Roman"/>
          <w:sz w:val="22"/>
          <w:szCs w:val="22"/>
        </w:rPr>
        <w:t>/La</w:t>
      </w:r>
      <w:r w:rsidRPr="00D96B21">
        <w:rPr>
          <w:rFonts w:ascii="Times New Roman" w:hAnsi="Times New Roman"/>
          <w:sz w:val="22"/>
          <w:szCs w:val="22"/>
        </w:rPr>
        <w:t xml:space="preserve"> sottoscritto</w:t>
      </w:r>
      <w:r w:rsidR="005F7055">
        <w:rPr>
          <w:rFonts w:ascii="Times New Roman" w:hAnsi="Times New Roman"/>
          <w:sz w:val="22"/>
          <w:szCs w:val="22"/>
        </w:rPr>
        <w:t>/a</w:t>
      </w:r>
      <w:r w:rsidRPr="00D96B21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………………………..…..</w:t>
      </w:r>
      <w:r w:rsidRPr="00D96B21">
        <w:rPr>
          <w:rFonts w:ascii="Times New Roman" w:hAnsi="Times New Roman"/>
          <w:sz w:val="22"/>
          <w:szCs w:val="22"/>
        </w:rPr>
        <w:t>…</w:t>
      </w:r>
      <w:r w:rsidR="00146F20">
        <w:rPr>
          <w:rFonts w:ascii="Times New Roman" w:hAnsi="Times New Roman"/>
          <w:sz w:val="22"/>
          <w:szCs w:val="22"/>
        </w:rPr>
        <w:t>……………………</w:t>
      </w:r>
      <w:r w:rsidR="005F7055">
        <w:rPr>
          <w:rFonts w:ascii="Times New Roman" w:hAnsi="Times New Roman"/>
          <w:sz w:val="22"/>
          <w:szCs w:val="22"/>
        </w:rPr>
        <w:t xml:space="preserve">…………………………………… </w:t>
      </w:r>
    </w:p>
    <w:p w14:paraId="023C9897" w14:textId="77777777" w:rsidR="00EC25EA" w:rsidRPr="00D96B21" w:rsidRDefault="0044297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(C.F.</w:t>
      </w:r>
      <w:r w:rsidR="00EC25EA" w:rsidRPr="00D96B21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………………………………</w:t>
      </w:r>
      <w:r w:rsidR="00EC25EA" w:rsidRPr="00D96B21">
        <w:rPr>
          <w:rFonts w:ascii="Times New Roman" w:hAnsi="Times New Roman"/>
          <w:sz w:val="22"/>
          <w:szCs w:val="22"/>
        </w:rPr>
        <w:t xml:space="preserve">…) </w:t>
      </w:r>
      <w:r w:rsidR="007467CC" w:rsidRPr="00D96B21">
        <w:rPr>
          <w:rFonts w:ascii="Times New Roman" w:hAnsi="Times New Roman"/>
          <w:sz w:val="22"/>
          <w:szCs w:val="22"/>
        </w:rPr>
        <w:t>essendo in possesso dei requisiti di legge</w:t>
      </w:r>
    </w:p>
    <w:p w14:paraId="69B68BCE" w14:textId="77777777" w:rsidR="00EC25EA" w:rsidRPr="00D96B21" w:rsidRDefault="00EC25EA" w:rsidP="003C6BC8">
      <w:pPr>
        <w:pStyle w:val="Corpodeltesto"/>
        <w:spacing w:after="120" w:line="180" w:lineRule="atLeast"/>
        <w:ind w:firstLine="567"/>
        <w:jc w:val="center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CHIEDE</w:t>
      </w:r>
    </w:p>
    <w:p w14:paraId="1B1E4B76" w14:textId="77777777" w:rsidR="00EC25EA" w:rsidRPr="00875F6E" w:rsidRDefault="00EC25EA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di essere iscritto</w:t>
      </w:r>
      <w:r w:rsidR="005F7055">
        <w:rPr>
          <w:rFonts w:ascii="Times New Roman" w:hAnsi="Times New Roman"/>
          <w:sz w:val="22"/>
          <w:szCs w:val="22"/>
        </w:rPr>
        <w:t>/a</w:t>
      </w:r>
      <w:r w:rsidRPr="00875F6E">
        <w:rPr>
          <w:rFonts w:ascii="Times New Roman" w:hAnsi="Times New Roman"/>
          <w:sz w:val="22"/>
          <w:szCs w:val="22"/>
        </w:rPr>
        <w:t xml:space="preserve"> al Registro dei praticanti del Consiglio Provinciale di </w:t>
      </w:r>
      <w:r w:rsidR="00146F20">
        <w:rPr>
          <w:rFonts w:ascii="Times New Roman" w:hAnsi="Times New Roman"/>
          <w:sz w:val="22"/>
          <w:szCs w:val="22"/>
        </w:rPr>
        <w:t>Lecce</w:t>
      </w:r>
    </w:p>
    <w:p w14:paraId="7441AE61" w14:textId="77777777" w:rsidR="00792A81" w:rsidRPr="00875F6E" w:rsidRDefault="00792A81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Allo scopo, consapevole delle sanzioni penali e civili, nel caso di dichiarazioni mendaci, di formazione o uso di atti falsi, richiamate dall’art. 76 del DPR n. 445 del 28/12/2000, sotto la sua responsabilità dichiara di (</w:t>
      </w:r>
      <w:r w:rsidRPr="00875F6E">
        <w:rPr>
          <w:rFonts w:ascii="Times New Roman" w:hAnsi="Times New Roman"/>
          <w:i/>
          <w:sz w:val="22"/>
          <w:szCs w:val="22"/>
        </w:rPr>
        <w:t>riportare solo quanto inerente la propria situazione</w:t>
      </w:r>
      <w:r w:rsidRPr="00875F6E">
        <w:rPr>
          <w:rFonts w:ascii="Times New Roman" w:hAnsi="Times New Roman"/>
          <w:sz w:val="22"/>
          <w:szCs w:val="22"/>
        </w:rPr>
        <w:t>):</w:t>
      </w:r>
    </w:p>
    <w:p w14:paraId="16CBA824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7467CC" w:rsidRPr="00875F6E">
        <w:rPr>
          <w:rFonts w:ascii="Times New Roman" w:hAnsi="Times New Roman"/>
          <w:sz w:val="22"/>
          <w:szCs w:val="22"/>
        </w:rPr>
        <w:t>ssere nato</w:t>
      </w:r>
      <w:r w:rsidR="00583087">
        <w:rPr>
          <w:rFonts w:ascii="Times New Roman" w:hAnsi="Times New Roman"/>
          <w:sz w:val="22"/>
          <w:szCs w:val="22"/>
        </w:rPr>
        <w:t>/a</w:t>
      </w:r>
      <w:r w:rsidR="007467CC" w:rsidRPr="00875F6E">
        <w:rPr>
          <w:rFonts w:ascii="Times New Roman" w:hAnsi="Times New Roman"/>
          <w:sz w:val="22"/>
          <w:szCs w:val="22"/>
        </w:rPr>
        <w:t xml:space="preserve"> a ……</w:t>
      </w:r>
      <w:r w:rsidR="0007368E">
        <w:rPr>
          <w:rFonts w:ascii="Times New Roman" w:hAnsi="Times New Roman"/>
          <w:sz w:val="22"/>
          <w:szCs w:val="22"/>
        </w:rPr>
        <w:t>…………………………………………….</w:t>
      </w:r>
      <w:r w:rsidR="007467CC" w:rsidRPr="00875F6E">
        <w:rPr>
          <w:rFonts w:ascii="Times New Roman" w:hAnsi="Times New Roman"/>
          <w:sz w:val="22"/>
          <w:szCs w:val="22"/>
        </w:rPr>
        <w:t>……</w:t>
      </w:r>
      <w:r w:rsidR="00146F20">
        <w:rPr>
          <w:rFonts w:ascii="Times New Roman" w:hAnsi="Times New Roman"/>
          <w:sz w:val="22"/>
          <w:szCs w:val="22"/>
        </w:rPr>
        <w:t>……….</w:t>
      </w:r>
      <w:r w:rsidR="007467CC" w:rsidRPr="00875F6E">
        <w:rPr>
          <w:rFonts w:ascii="Times New Roman" w:hAnsi="Times New Roman"/>
          <w:sz w:val="22"/>
          <w:szCs w:val="22"/>
        </w:rPr>
        <w:t xml:space="preserve"> il  …</w:t>
      </w:r>
      <w:r w:rsidR="0007368E">
        <w:rPr>
          <w:rFonts w:ascii="Times New Roman" w:hAnsi="Times New Roman"/>
          <w:sz w:val="22"/>
          <w:szCs w:val="22"/>
        </w:rPr>
        <w:t>……………</w:t>
      </w:r>
      <w:r w:rsidR="007467CC" w:rsidRPr="00875F6E">
        <w:rPr>
          <w:rFonts w:ascii="Times New Roman" w:hAnsi="Times New Roman"/>
          <w:sz w:val="22"/>
          <w:szCs w:val="22"/>
        </w:rPr>
        <w:t>…….;</w:t>
      </w:r>
    </w:p>
    <w:p w14:paraId="1DFE2BF2" w14:textId="77777777" w:rsidR="00583087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7467CC" w:rsidRPr="00875F6E">
        <w:rPr>
          <w:rFonts w:ascii="Times New Roman" w:hAnsi="Times New Roman"/>
          <w:sz w:val="22"/>
          <w:szCs w:val="22"/>
        </w:rPr>
        <w:t xml:space="preserve">ssere residente </w:t>
      </w:r>
      <w:r w:rsidR="00583087">
        <w:rPr>
          <w:rFonts w:ascii="Times New Roman" w:hAnsi="Times New Roman"/>
          <w:sz w:val="22"/>
          <w:szCs w:val="22"/>
        </w:rPr>
        <w:t>a</w:t>
      </w:r>
      <w:r w:rsidR="007467CC" w:rsidRPr="00875F6E">
        <w:rPr>
          <w:rFonts w:ascii="Times New Roman" w:hAnsi="Times New Roman"/>
          <w:sz w:val="22"/>
          <w:szCs w:val="22"/>
        </w:rPr>
        <w:t xml:space="preserve"> ……</w:t>
      </w:r>
      <w:r w:rsidR="0007368E">
        <w:rPr>
          <w:rFonts w:ascii="Times New Roman" w:hAnsi="Times New Roman"/>
          <w:sz w:val="22"/>
          <w:szCs w:val="22"/>
        </w:rPr>
        <w:t>………………</w:t>
      </w:r>
      <w:r w:rsidR="007467CC" w:rsidRPr="00875F6E">
        <w:rPr>
          <w:rFonts w:ascii="Times New Roman" w:hAnsi="Times New Roman"/>
          <w:sz w:val="22"/>
          <w:szCs w:val="22"/>
        </w:rPr>
        <w:t>……</w:t>
      </w:r>
      <w:r w:rsidR="00583087">
        <w:rPr>
          <w:rFonts w:ascii="Times New Roman" w:hAnsi="Times New Roman"/>
          <w:sz w:val="22"/>
          <w:szCs w:val="22"/>
        </w:rPr>
        <w:t>………….. (….) CAP ……………</w:t>
      </w:r>
    </w:p>
    <w:p w14:paraId="3AE8A59A" w14:textId="77777777" w:rsidR="00877FB1" w:rsidRDefault="00583087" w:rsidP="00877FB1">
      <w:pPr>
        <w:pStyle w:val="Corpodeltesto"/>
        <w:spacing w:after="120" w:line="180" w:lineRule="atLeast"/>
        <w:ind w:left="7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467CC" w:rsidRPr="00875F6E">
        <w:rPr>
          <w:rFonts w:ascii="Times New Roman" w:hAnsi="Times New Roman"/>
          <w:sz w:val="22"/>
          <w:szCs w:val="22"/>
        </w:rPr>
        <w:t>ia</w:t>
      </w:r>
      <w:r>
        <w:rPr>
          <w:rFonts w:ascii="Times New Roman" w:hAnsi="Times New Roman"/>
          <w:sz w:val="22"/>
          <w:szCs w:val="22"/>
        </w:rPr>
        <w:t>/piazza/corso</w:t>
      </w:r>
      <w:r w:rsidR="007467CC" w:rsidRPr="00875F6E">
        <w:rPr>
          <w:rFonts w:ascii="Times New Roman" w:hAnsi="Times New Roman"/>
          <w:sz w:val="22"/>
          <w:szCs w:val="22"/>
        </w:rPr>
        <w:t xml:space="preserve"> </w:t>
      </w:r>
      <w:r w:rsidR="0007368E">
        <w:rPr>
          <w:rFonts w:ascii="Times New Roman" w:hAnsi="Times New Roman"/>
          <w:sz w:val="22"/>
          <w:szCs w:val="22"/>
        </w:rPr>
        <w:t>………………….</w:t>
      </w:r>
      <w:r w:rsidR="007467CC" w:rsidRPr="00875F6E">
        <w:rPr>
          <w:rFonts w:ascii="Times New Roman" w:hAnsi="Times New Roman"/>
          <w:sz w:val="22"/>
          <w:szCs w:val="22"/>
        </w:rPr>
        <w:t>……</w:t>
      </w:r>
      <w:r>
        <w:rPr>
          <w:rFonts w:ascii="Times New Roman" w:hAnsi="Times New Roman"/>
          <w:sz w:val="22"/>
          <w:szCs w:val="22"/>
        </w:rPr>
        <w:t>…………………..</w:t>
      </w:r>
      <w:r w:rsidR="007467CC" w:rsidRPr="00875F6E">
        <w:rPr>
          <w:rFonts w:ascii="Times New Roman" w:hAnsi="Times New Roman"/>
          <w:sz w:val="22"/>
          <w:szCs w:val="22"/>
        </w:rPr>
        <w:t xml:space="preserve"> n</w:t>
      </w:r>
      <w:r w:rsidR="000B3C3E" w:rsidRPr="00875F6E">
        <w:rPr>
          <w:rFonts w:ascii="Times New Roman" w:hAnsi="Times New Roman"/>
          <w:sz w:val="22"/>
          <w:szCs w:val="22"/>
        </w:rPr>
        <w:t>.</w:t>
      </w:r>
      <w:r w:rsidR="007467CC" w:rsidRPr="00875F6E">
        <w:rPr>
          <w:rFonts w:ascii="Times New Roman" w:hAnsi="Times New Roman"/>
          <w:sz w:val="22"/>
          <w:szCs w:val="22"/>
        </w:rPr>
        <w:t xml:space="preserve"> ….. interno / scala …. ;</w:t>
      </w:r>
    </w:p>
    <w:p w14:paraId="0A25D1C0" w14:textId="77777777" w:rsidR="00877FB1" w:rsidRPr="00AC0829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  <w:vertAlign w:val="superscript"/>
        </w:rPr>
      </w:pPr>
      <w:r w:rsidRPr="00D96B21">
        <w:rPr>
          <w:rFonts w:ascii="Times New Roman" w:hAnsi="Times New Roman"/>
          <w:sz w:val="22"/>
          <w:szCs w:val="22"/>
        </w:rPr>
        <w:t>telefono:</w:t>
      </w:r>
      <w:r>
        <w:rPr>
          <w:rFonts w:ascii="Times New Roman" w:hAnsi="Times New Roman"/>
          <w:sz w:val="22"/>
          <w:szCs w:val="22"/>
        </w:rPr>
        <w:t xml:space="preserve"> ……………………. cell. ……………………………</w:t>
      </w:r>
    </w:p>
    <w:p w14:paraId="67EC6D31" w14:textId="77777777" w:rsidR="00877FB1" w:rsidRPr="00D96B21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e-</w:t>
      </w:r>
      <w:r w:rsidRPr="00D96B21">
        <w:rPr>
          <w:rFonts w:ascii="Times New Roman" w:hAnsi="Times New Roman"/>
          <w:sz w:val="22"/>
          <w:szCs w:val="22"/>
        </w:rPr>
        <w:t>mail: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………………………………………………………….</w:t>
      </w:r>
    </w:p>
    <w:p w14:paraId="7425E4B6" w14:textId="77777777" w:rsidR="00877FB1" w:rsidRPr="00D96B21" w:rsidRDefault="00877FB1" w:rsidP="00877FB1">
      <w:pPr>
        <w:pStyle w:val="Corpodeltesto"/>
        <w:spacing w:after="120" w:line="180" w:lineRule="atLeast"/>
        <w:ind w:left="360" w:firstLine="3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PEC</w:t>
      </w:r>
      <w:r w:rsidRPr="00D96B21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</w:t>
      </w:r>
      <w:r w:rsidR="00AC0829">
        <w:rPr>
          <w:rFonts w:ascii="Times New Roman" w:hAnsi="Times New Roman"/>
          <w:sz w:val="22"/>
          <w:szCs w:val="22"/>
        </w:rPr>
        <w:t xml:space="preserve"> (richiesta dal nostro CPO)</w:t>
      </w:r>
    </w:p>
    <w:p w14:paraId="6CC41A3E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62241C" w:rsidRPr="00875F6E">
        <w:rPr>
          <w:rFonts w:ascii="Times New Roman" w:hAnsi="Times New Roman"/>
          <w:sz w:val="22"/>
          <w:szCs w:val="22"/>
        </w:rPr>
        <w:t xml:space="preserve">ssere </w:t>
      </w:r>
      <w:r w:rsidR="007467CC" w:rsidRPr="00875F6E">
        <w:rPr>
          <w:rFonts w:ascii="Times New Roman" w:hAnsi="Times New Roman"/>
          <w:sz w:val="22"/>
          <w:szCs w:val="22"/>
        </w:rPr>
        <w:t>cittadin</w:t>
      </w:r>
      <w:r w:rsidR="0062241C" w:rsidRPr="00875F6E">
        <w:rPr>
          <w:rFonts w:ascii="Times New Roman" w:hAnsi="Times New Roman"/>
          <w:sz w:val="22"/>
          <w:szCs w:val="22"/>
        </w:rPr>
        <w:t xml:space="preserve">o </w:t>
      </w:r>
      <w:r w:rsidR="007467CC" w:rsidRPr="00875F6E">
        <w:rPr>
          <w:rFonts w:ascii="Times New Roman" w:hAnsi="Times New Roman"/>
          <w:sz w:val="22"/>
          <w:szCs w:val="22"/>
        </w:rPr>
        <w:t>di uno Stato membro UE o di uno Stato estero a condizioni di reciprocità;</w:t>
      </w:r>
    </w:p>
    <w:p w14:paraId="3A2FADBE" w14:textId="77777777" w:rsidR="007467CC" w:rsidRPr="00875F6E" w:rsidRDefault="009B1295" w:rsidP="003C6BC8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62241C" w:rsidRPr="00875F6E">
        <w:rPr>
          <w:rFonts w:ascii="Times New Roman" w:hAnsi="Times New Roman"/>
          <w:sz w:val="22"/>
          <w:szCs w:val="22"/>
        </w:rPr>
        <w:t>ssere in possesso della c</w:t>
      </w:r>
      <w:r w:rsidR="007467CC" w:rsidRPr="00875F6E">
        <w:rPr>
          <w:rFonts w:ascii="Times New Roman" w:hAnsi="Times New Roman"/>
          <w:sz w:val="22"/>
          <w:szCs w:val="22"/>
        </w:rPr>
        <w:t>arta di soggiorno</w:t>
      </w:r>
      <w:r w:rsidR="0062241C" w:rsidRPr="00875F6E">
        <w:rPr>
          <w:rFonts w:ascii="Times New Roman" w:hAnsi="Times New Roman"/>
          <w:sz w:val="22"/>
          <w:szCs w:val="22"/>
        </w:rPr>
        <w:t>,</w:t>
      </w:r>
      <w:r w:rsidR="007467CC" w:rsidRPr="00875F6E">
        <w:rPr>
          <w:rFonts w:ascii="Times New Roman" w:hAnsi="Times New Roman"/>
          <w:sz w:val="22"/>
          <w:szCs w:val="22"/>
        </w:rPr>
        <w:t xml:space="preserve"> di cui all'art.</w:t>
      </w:r>
      <w:r w:rsidR="00BD5D46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 xml:space="preserve">9 del </w:t>
      </w:r>
      <w:r w:rsidR="0062241C" w:rsidRPr="00875F6E">
        <w:rPr>
          <w:rFonts w:ascii="Times New Roman" w:hAnsi="Times New Roman"/>
          <w:sz w:val="22"/>
          <w:szCs w:val="22"/>
        </w:rPr>
        <w:t xml:space="preserve">D.Lgs. </w:t>
      </w:r>
      <w:r w:rsidR="007467CC" w:rsidRPr="00875F6E">
        <w:rPr>
          <w:rFonts w:ascii="Times New Roman" w:hAnsi="Times New Roman"/>
          <w:sz w:val="22"/>
          <w:szCs w:val="22"/>
        </w:rPr>
        <w:t>25 luglio 1998, n.</w:t>
      </w:r>
      <w:r w:rsidR="00BD5D46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>286</w:t>
      </w:r>
      <w:r w:rsidR="005D5D1D" w:rsidRPr="00875F6E">
        <w:rPr>
          <w:rFonts w:ascii="Times New Roman" w:hAnsi="Times New Roman"/>
          <w:sz w:val="22"/>
          <w:szCs w:val="22"/>
        </w:rPr>
        <w:t>, di cui si allega copia</w:t>
      </w:r>
      <w:r w:rsidR="0062241C" w:rsidRPr="00875F6E">
        <w:rPr>
          <w:rFonts w:ascii="Times New Roman" w:hAnsi="Times New Roman"/>
          <w:sz w:val="22"/>
          <w:szCs w:val="22"/>
        </w:rPr>
        <w:t xml:space="preserve"> (Solo per gli stranieri extra U.E.)</w:t>
      </w:r>
      <w:r w:rsidR="007467CC" w:rsidRPr="00875F6E">
        <w:rPr>
          <w:rFonts w:ascii="Times New Roman" w:hAnsi="Times New Roman"/>
          <w:sz w:val="22"/>
          <w:szCs w:val="22"/>
        </w:rPr>
        <w:t>;</w:t>
      </w:r>
    </w:p>
    <w:p w14:paraId="5229172E" w14:textId="19BDA942" w:rsidR="0062241C" w:rsidRPr="00A26991" w:rsidRDefault="00A26991" w:rsidP="00A26991">
      <w:pPr>
        <w:pStyle w:val="Corpodeltesto"/>
        <w:numPr>
          <w:ilvl w:val="0"/>
          <w:numId w:val="10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aver</w:t>
      </w:r>
      <w:r w:rsidRPr="00A26991">
        <w:rPr>
          <w:rFonts w:ascii="Times New Roman" w:hAnsi="Times New Roman"/>
          <w:sz w:val="22"/>
          <w:szCs w:val="22"/>
        </w:rPr>
        <w:t xml:space="preserve"> </w:t>
      </w:r>
      <w:r w:rsidR="005533AA">
        <w:rPr>
          <w:rFonts w:ascii="Times New Roman" w:hAnsi="Times New Roman"/>
          <w:sz w:val="22"/>
          <w:szCs w:val="22"/>
        </w:rPr>
        <w:t>acquisito n° …………. CFU</w:t>
      </w:r>
      <w:r w:rsidRPr="00A26991">
        <w:rPr>
          <w:rFonts w:ascii="Times New Roman" w:hAnsi="Times New Roman"/>
          <w:sz w:val="22"/>
          <w:szCs w:val="22"/>
        </w:rPr>
        <w:t xml:space="preserve"> </w:t>
      </w:r>
      <w:r w:rsidR="00E93567">
        <w:rPr>
          <w:rFonts w:ascii="Times New Roman" w:hAnsi="Times New Roman"/>
          <w:sz w:val="22"/>
          <w:szCs w:val="22"/>
        </w:rPr>
        <w:t xml:space="preserve">inclusi nel percorso di studi </w:t>
      </w:r>
      <w:r w:rsidR="009D5DA5">
        <w:rPr>
          <w:rFonts w:ascii="Times New Roman" w:hAnsi="Times New Roman"/>
          <w:sz w:val="22"/>
          <w:szCs w:val="22"/>
        </w:rPr>
        <w:t>della La</w:t>
      </w:r>
      <w:r w:rsidRPr="00A26991">
        <w:rPr>
          <w:rFonts w:ascii="Times New Roman" w:hAnsi="Times New Roman"/>
          <w:sz w:val="22"/>
          <w:szCs w:val="22"/>
        </w:rPr>
        <w:t>ure</w:t>
      </w:r>
      <w:r>
        <w:rPr>
          <w:rFonts w:ascii="Times New Roman" w:hAnsi="Times New Roman"/>
          <w:sz w:val="22"/>
          <w:szCs w:val="22"/>
        </w:rPr>
        <w:t>a</w:t>
      </w:r>
      <w:r w:rsidRPr="00A2699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in </w:t>
      </w:r>
      <w:r w:rsidR="0062241C" w:rsidRPr="00A26991">
        <w:rPr>
          <w:rFonts w:ascii="Times New Roman" w:hAnsi="Times New Roman"/>
          <w:sz w:val="22"/>
          <w:szCs w:val="22"/>
        </w:rPr>
        <w:t>……</w:t>
      </w:r>
      <w:r w:rsidR="00583087" w:rsidRPr="00A26991">
        <w:rPr>
          <w:rFonts w:ascii="Times New Roman" w:hAnsi="Times New Roman"/>
          <w:sz w:val="22"/>
          <w:szCs w:val="22"/>
        </w:rPr>
        <w:t>………………………………………</w:t>
      </w:r>
      <w:r w:rsidR="005F7055" w:rsidRPr="00A26991">
        <w:rPr>
          <w:rFonts w:ascii="Times New Roman" w:hAnsi="Times New Roman"/>
          <w:sz w:val="22"/>
          <w:szCs w:val="22"/>
        </w:rPr>
        <w:t xml:space="preserve">……………………………..… </w:t>
      </w:r>
      <w:r w:rsidR="00583087" w:rsidRPr="00A26991">
        <w:rPr>
          <w:rFonts w:ascii="Times New Roman" w:hAnsi="Times New Roman"/>
          <w:sz w:val="22"/>
          <w:szCs w:val="22"/>
        </w:rPr>
        <w:t xml:space="preserve">(Classe </w:t>
      </w:r>
      <w:r w:rsidR="005F7055" w:rsidRPr="00A26991">
        <w:rPr>
          <w:rFonts w:ascii="Times New Roman" w:hAnsi="Times New Roman"/>
          <w:sz w:val="22"/>
          <w:szCs w:val="22"/>
        </w:rPr>
        <w:t>….</w:t>
      </w:r>
      <w:r w:rsidR="00583087" w:rsidRPr="00A26991">
        <w:rPr>
          <w:rFonts w:ascii="Times New Roman" w:hAnsi="Times New Roman"/>
          <w:sz w:val="22"/>
          <w:szCs w:val="22"/>
        </w:rPr>
        <w:t>………...)</w:t>
      </w:r>
      <w:r w:rsidR="005D5D1D" w:rsidRPr="00A26991">
        <w:rPr>
          <w:rFonts w:ascii="Times New Roman" w:hAnsi="Times New Roman"/>
          <w:sz w:val="22"/>
          <w:szCs w:val="22"/>
        </w:rPr>
        <w:t>, indicato nell’art</w:t>
      </w:r>
      <w:r w:rsidR="000B3C3E" w:rsidRPr="00A26991">
        <w:rPr>
          <w:rFonts w:ascii="Times New Roman" w:hAnsi="Times New Roman"/>
          <w:sz w:val="22"/>
          <w:szCs w:val="22"/>
        </w:rPr>
        <w:t>. 3, comma 2, lettera d) della L</w:t>
      </w:r>
      <w:r w:rsidR="005D5D1D" w:rsidRPr="00A26991">
        <w:rPr>
          <w:rFonts w:ascii="Times New Roman" w:hAnsi="Times New Roman"/>
          <w:sz w:val="22"/>
          <w:szCs w:val="22"/>
        </w:rPr>
        <w:t>egge 11 gennaio 1979</w:t>
      </w:r>
      <w:r w:rsidR="000B3C3E" w:rsidRPr="00A26991">
        <w:rPr>
          <w:rFonts w:ascii="Times New Roman" w:hAnsi="Times New Roman"/>
          <w:sz w:val="22"/>
          <w:szCs w:val="22"/>
        </w:rPr>
        <w:t>,</w:t>
      </w:r>
      <w:r w:rsidR="005D5D1D" w:rsidRPr="00A26991">
        <w:rPr>
          <w:rFonts w:ascii="Times New Roman" w:hAnsi="Times New Roman"/>
          <w:sz w:val="22"/>
          <w:szCs w:val="22"/>
        </w:rPr>
        <w:t xml:space="preserve"> n. 12 ed appartenente alle classi di laurea elencate nell’allegato </w:t>
      </w:r>
      <w:r>
        <w:rPr>
          <w:rFonts w:ascii="Times New Roman" w:hAnsi="Times New Roman"/>
          <w:sz w:val="22"/>
          <w:szCs w:val="22"/>
        </w:rPr>
        <w:t>1</w:t>
      </w:r>
      <w:r w:rsidR="005D5D1D" w:rsidRPr="00A26991">
        <w:rPr>
          <w:rFonts w:ascii="Times New Roman" w:hAnsi="Times New Roman"/>
          <w:sz w:val="22"/>
          <w:szCs w:val="22"/>
        </w:rPr>
        <w:t>) del regolamento approvato dal Consiglio nazionale dell’Ordine con delibera 327 del 23 ottobre 2014</w:t>
      </w:r>
      <w:r w:rsidR="0062241C" w:rsidRPr="00A26991">
        <w:rPr>
          <w:rFonts w:ascii="Times New Roman" w:hAnsi="Times New Roman"/>
          <w:sz w:val="22"/>
          <w:szCs w:val="22"/>
        </w:rPr>
        <w:t>;</w:t>
      </w:r>
    </w:p>
    <w:p w14:paraId="0D6B32A8" w14:textId="77777777" w:rsidR="00173BA3" w:rsidRPr="00875F6E" w:rsidRDefault="009B1295" w:rsidP="00173BA3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n</w:t>
      </w:r>
      <w:r w:rsidR="005D4717" w:rsidRPr="00875F6E">
        <w:rPr>
          <w:rFonts w:ascii="Times New Roman" w:hAnsi="Times New Roman"/>
          <w:sz w:val="22"/>
          <w:szCs w:val="22"/>
        </w:rPr>
        <w:t>on svolgere praticantato per attività professionali diverse, presso lo stesso studio professionale</w:t>
      </w:r>
      <w:r w:rsidR="00685FFC" w:rsidRPr="00875F6E">
        <w:rPr>
          <w:rFonts w:ascii="Times New Roman" w:hAnsi="Times New Roman"/>
          <w:sz w:val="22"/>
          <w:szCs w:val="22"/>
        </w:rPr>
        <w:t xml:space="preserve"> o società tra professionisti</w:t>
      </w:r>
      <w:r w:rsidR="005D4717" w:rsidRPr="00875F6E">
        <w:rPr>
          <w:rFonts w:ascii="Times New Roman" w:hAnsi="Times New Roman"/>
          <w:sz w:val="22"/>
          <w:szCs w:val="22"/>
        </w:rPr>
        <w:t>, anche se trattasi di studio associato fra iscritti in ordini diversi</w:t>
      </w:r>
      <w:r w:rsidR="00685FFC" w:rsidRPr="00875F6E">
        <w:rPr>
          <w:rFonts w:ascii="Times New Roman" w:hAnsi="Times New Roman"/>
          <w:sz w:val="22"/>
          <w:szCs w:val="22"/>
        </w:rPr>
        <w:t xml:space="preserve"> o società multiprofessionale</w:t>
      </w:r>
      <w:r w:rsidR="0007368E">
        <w:rPr>
          <w:rFonts w:ascii="Times New Roman" w:hAnsi="Times New Roman"/>
          <w:sz w:val="22"/>
          <w:szCs w:val="22"/>
        </w:rPr>
        <w:t>;</w:t>
      </w:r>
    </w:p>
    <w:p w14:paraId="6482FC92" w14:textId="77777777" w:rsidR="00173BA3" w:rsidRPr="00875F6E" w:rsidRDefault="009B1295" w:rsidP="00173BA3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</w:t>
      </w:r>
      <w:r w:rsidR="00173BA3" w:rsidRPr="00875F6E">
        <w:rPr>
          <w:rFonts w:ascii="Times New Roman" w:hAnsi="Times New Roman"/>
          <w:sz w:val="22"/>
          <w:szCs w:val="22"/>
        </w:rPr>
        <w:t>ssere in costanza di rapporto di pubblico impiego/di rapporto di lavoro subordinato privato e che la relativa disciplina prevede modalità e orari di lavoro idonei a consentirne l'effe</w:t>
      </w:r>
      <w:r w:rsidR="0007368E">
        <w:rPr>
          <w:rFonts w:ascii="Times New Roman" w:hAnsi="Times New Roman"/>
          <w:sz w:val="22"/>
          <w:szCs w:val="22"/>
        </w:rPr>
        <w:t>ttivo svolgimento del tirocinio;</w:t>
      </w:r>
    </w:p>
    <w:p w14:paraId="102046F5" w14:textId="77777777" w:rsidR="009B1295" w:rsidRPr="00875F6E" w:rsidRDefault="009B1295" w:rsidP="009B1295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non aver subito condanne penali;</w:t>
      </w:r>
    </w:p>
    <w:p w14:paraId="414ED748" w14:textId="0CAA90AD" w:rsidR="009B1295" w:rsidRPr="00875F6E" w:rsidRDefault="0048757A" w:rsidP="009B1295">
      <w:pPr>
        <w:pStyle w:val="Corpodeltesto"/>
        <w:numPr>
          <w:ilvl w:val="0"/>
          <w:numId w:val="10"/>
        </w:numPr>
        <w:spacing w:after="120" w:line="180" w:lineRule="atLeast"/>
        <w:ind w:left="714" w:hanging="357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carichi pendenti</w:t>
      </w:r>
      <w:r w:rsidR="00951C26">
        <w:rPr>
          <w:rFonts w:ascii="Times New Roman" w:hAnsi="Times New Roman"/>
          <w:sz w:val="22"/>
          <w:szCs w:val="22"/>
        </w:rPr>
        <w:t xml:space="preserve"> …………………………………………….</w:t>
      </w:r>
      <w:r w:rsidRPr="00875F6E">
        <w:rPr>
          <w:rFonts w:ascii="Times New Roman" w:hAnsi="Times New Roman"/>
          <w:sz w:val="22"/>
          <w:szCs w:val="22"/>
        </w:rPr>
        <w:t>.</w:t>
      </w:r>
    </w:p>
    <w:p w14:paraId="08A5BA6E" w14:textId="77777777" w:rsidR="009B1295" w:rsidRPr="00875F6E" w:rsidRDefault="0048757A" w:rsidP="0048757A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D</w:t>
      </w:r>
      <w:r w:rsidR="009B1295" w:rsidRPr="00875F6E">
        <w:rPr>
          <w:rFonts w:ascii="Times New Roman" w:hAnsi="Times New Roman"/>
          <w:sz w:val="22"/>
          <w:szCs w:val="22"/>
        </w:rPr>
        <w:t>ichiara altresì che la procura della Repubblica competente</w:t>
      </w:r>
      <w:r w:rsidR="00FB04C5" w:rsidRPr="00875F6E">
        <w:rPr>
          <w:rFonts w:ascii="Times New Roman" w:hAnsi="Times New Roman"/>
          <w:sz w:val="22"/>
          <w:szCs w:val="22"/>
        </w:rPr>
        <w:t>, per eventuali accertamenti,</w:t>
      </w:r>
      <w:r w:rsidR="005F7055">
        <w:rPr>
          <w:rFonts w:ascii="Times New Roman" w:hAnsi="Times New Roman"/>
          <w:sz w:val="22"/>
          <w:szCs w:val="22"/>
        </w:rPr>
        <w:t xml:space="preserve"> è quella presso il T</w:t>
      </w:r>
      <w:r w:rsidR="009B1295" w:rsidRPr="00875F6E">
        <w:rPr>
          <w:rFonts w:ascii="Times New Roman" w:hAnsi="Times New Roman"/>
          <w:sz w:val="22"/>
          <w:szCs w:val="22"/>
        </w:rPr>
        <w:t xml:space="preserve">ribunale di </w:t>
      </w:r>
      <w:r w:rsidR="005F7055">
        <w:rPr>
          <w:rFonts w:ascii="Times New Roman" w:hAnsi="Times New Roman"/>
          <w:sz w:val="22"/>
          <w:szCs w:val="22"/>
        </w:rPr>
        <w:t>……………………</w:t>
      </w:r>
      <w:r w:rsidR="009B1295" w:rsidRPr="00875F6E">
        <w:rPr>
          <w:rFonts w:ascii="Times New Roman" w:hAnsi="Times New Roman"/>
          <w:sz w:val="22"/>
          <w:szCs w:val="22"/>
        </w:rPr>
        <w:t>.</w:t>
      </w:r>
    </w:p>
    <w:p w14:paraId="58EDB632" w14:textId="77777777" w:rsidR="0062241C" w:rsidRPr="00875F6E" w:rsidRDefault="0062241C" w:rsidP="003C6BC8">
      <w:pPr>
        <w:pStyle w:val="Corpodeltesto"/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e allega i seguenti documenti:</w:t>
      </w:r>
    </w:p>
    <w:p w14:paraId="32738AC2" w14:textId="77777777" w:rsidR="007467CC" w:rsidRPr="00D1748E" w:rsidRDefault="007467CC" w:rsidP="00D1748E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 xml:space="preserve">dichiarazione del professionista </w:t>
      </w:r>
      <w:r w:rsidR="000F3F12">
        <w:rPr>
          <w:rFonts w:ascii="Times New Roman" w:hAnsi="Times New Roman"/>
          <w:sz w:val="22"/>
          <w:szCs w:val="22"/>
        </w:rPr>
        <w:t>(all. 1a)</w:t>
      </w:r>
      <w:r w:rsidR="00710025">
        <w:rPr>
          <w:rFonts w:ascii="Times New Roman" w:hAnsi="Times New Roman"/>
          <w:sz w:val="22"/>
          <w:szCs w:val="22"/>
        </w:rPr>
        <w:t xml:space="preserve"> </w:t>
      </w:r>
      <w:r w:rsidR="00E37ECA" w:rsidRPr="00875F6E">
        <w:rPr>
          <w:rFonts w:ascii="Times New Roman" w:hAnsi="Times New Roman"/>
          <w:sz w:val="22"/>
          <w:szCs w:val="22"/>
        </w:rPr>
        <w:t>di essere</w:t>
      </w:r>
      <w:r w:rsidR="00E37ECA" w:rsidRPr="00D96B21">
        <w:rPr>
          <w:rFonts w:ascii="Times New Roman" w:hAnsi="Times New Roman"/>
          <w:sz w:val="22"/>
          <w:szCs w:val="22"/>
        </w:rPr>
        <w:t xml:space="preserve"> iscritto all’Albo da almeno cinque anni e </w:t>
      </w:r>
      <w:r w:rsidRPr="00D96B21">
        <w:rPr>
          <w:rFonts w:ascii="Times New Roman" w:hAnsi="Times New Roman"/>
          <w:sz w:val="22"/>
          <w:szCs w:val="22"/>
        </w:rPr>
        <w:t>che attesti l'ammissione alla pratica nel proprio studio</w:t>
      </w:r>
      <w:r w:rsidR="004C2B74" w:rsidRPr="00D96B21">
        <w:rPr>
          <w:rFonts w:ascii="Times New Roman" w:hAnsi="Times New Roman"/>
          <w:sz w:val="22"/>
          <w:szCs w:val="22"/>
        </w:rPr>
        <w:t xml:space="preserve"> intendendosi per tale il luogo ove con carattere di abitualità e prevalenza viene esercitata la libera professione di Consulente del Lavoro, sia in forma individuale che associata, societaria o in qualsiasi altra forma ammessa dalla legge, </w:t>
      </w:r>
      <w:r w:rsidR="0062241C" w:rsidRPr="00D96B21">
        <w:rPr>
          <w:rFonts w:ascii="Times New Roman" w:hAnsi="Times New Roman"/>
          <w:sz w:val="22"/>
          <w:szCs w:val="22"/>
        </w:rPr>
        <w:t xml:space="preserve"> nonché </w:t>
      </w:r>
      <w:r w:rsidR="004C2B74" w:rsidRPr="00D96B21">
        <w:rPr>
          <w:rFonts w:ascii="Times New Roman" w:hAnsi="Times New Roman"/>
          <w:sz w:val="22"/>
          <w:szCs w:val="22"/>
        </w:rPr>
        <w:t>dichiarazione de</w:t>
      </w:r>
      <w:r w:rsidR="0062241C" w:rsidRPr="00D96B21">
        <w:rPr>
          <w:rFonts w:ascii="Times New Roman" w:hAnsi="Times New Roman"/>
          <w:sz w:val="22"/>
          <w:szCs w:val="22"/>
        </w:rPr>
        <w:t xml:space="preserve">l </w:t>
      </w:r>
      <w:r w:rsidRPr="00D96B21">
        <w:rPr>
          <w:rFonts w:ascii="Times New Roman" w:hAnsi="Times New Roman"/>
          <w:sz w:val="22"/>
          <w:szCs w:val="22"/>
        </w:rPr>
        <w:t>numero di tutti i praticanti presenti nello studio inclusi quelli svolgenti il tirocinio per</w:t>
      </w:r>
      <w:r w:rsidR="00D1748E">
        <w:rPr>
          <w:rFonts w:ascii="Times New Roman" w:hAnsi="Times New Roman"/>
          <w:sz w:val="22"/>
          <w:szCs w:val="22"/>
        </w:rPr>
        <w:t xml:space="preserve"> altre discipline </w:t>
      </w:r>
      <w:r w:rsidR="00D1748E">
        <w:rPr>
          <w:rFonts w:ascii="Times New Roman" w:hAnsi="Times New Roman"/>
          <w:sz w:val="22"/>
          <w:szCs w:val="22"/>
        </w:rPr>
        <w:lastRenderedPageBreak/>
        <w:t xml:space="preserve">professionali e </w:t>
      </w:r>
      <w:r w:rsidRPr="00D1748E">
        <w:rPr>
          <w:rFonts w:ascii="Times New Roman" w:hAnsi="Times New Roman"/>
          <w:sz w:val="22"/>
          <w:szCs w:val="22"/>
        </w:rPr>
        <w:t xml:space="preserve">di essere in regola con gli </w:t>
      </w:r>
      <w:r w:rsidR="004C2B74" w:rsidRPr="00D1748E">
        <w:rPr>
          <w:rFonts w:ascii="Times New Roman" w:hAnsi="Times New Roman"/>
          <w:sz w:val="22"/>
          <w:szCs w:val="22"/>
        </w:rPr>
        <w:t>obblighi e gli adempimenti in materia di</w:t>
      </w:r>
      <w:r w:rsidRPr="00D1748E">
        <w:rPr>
          <w:rFonts w:ascii="Times New Roman" w:hAnsi="Times New Roman"/>
          <w:sz w:val="22"/>
          <w:szCs w:val="22"/>
        </w:rPr>
        <w:t xml:space="preserve"> formazione continua obbligatoria</w:t>
      </w:r>
      <w:r w:rsidR="004C2B74" w:rsidRPr="00D1748E">
        <w:rPr>
          <w:rFonts w:ascii="Times New Roman" w:hAnsi="Times New Roman"/>
          <w:sz w:val="22"/>
          <w:szCs w:val="22"/>
        </w:rPr>
        <w:t xml:space="preserve"> con riferimento all’ultimo periodo scaduto</w:t>
      </w:r>
      <w:r w:rsidRPr="00D1748E">
        <w:rPr>
          <w:rFonts w:ascii="Times New Roman" w:hAnsi="Times New Roman"/>
          <w:sz w:val="22"/>
          <w:szCs w:val="22"/>
        </w:rPr>
        <w:t>;</w:t>
      </w:r>
    </w:p>
    <w:p w14:paraId="159F1237" w14:textId="0F03FA9A" w:rsidR="007467CC" w:rsidRPr="00951C26" w:rsidRDefault="004C2B74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ricevuta del versamento</w:t>
      </w:r>
      <w:r w:rsidR="00D96B21" w:rsidRPr="00875F6E">
        <w:rPr>
          <w:rFonts w:ascii="Times New Roman" w:hAnsi="Times New Roman"/>
          <w:sz w:val="22"/>
          <w:szCs w:val="22"/>
        </w:rPr>
        <w:t xml:space="preserve"> </w:t>
      </w:r>
      <w:r w:rsidR="00E5049E">
        <w:rPr>
          <w:rFonts w:ascii="Times New Roman" w:hAnsi="Times New Roman"/>
          <w:sz w:val="22"/>
          <w:szCs w:val="22"/>
        </w:rPr>
        <w:t xml:space="preserve">di </w:t>
      </w:r>
      <w:r w:rsidR="00E5049E" w:rsidRPr="00E5049E">
        <w:rPr>
          <w:rFonts w:ascii="Times New Roman" w:hAnsi="Times New Roman"/>
          <w:b/>
          <w:sz w:val="22"/>
          <w:szCs w:val="22"/>
        </w:rPr>
        <w:t>€ 300,00</w:t>
      </w:r>
      <w:r w:rsidR="00E5049E">
        <w:rPr>
          <w:rFonts w:ascii="Times New Roman" w:hAnsi="Times New Roman"/>
          <w:sz w:val="22"/>
          <w:szCs w:val="22"/>
        </w:rPr>
        <w:t xml:space="preserve"> quale</w:t>
      </w:r>
      <w:r w:rsidR="00D96B21" w:rsidRPr="00875F6E">
        <w:rPr>
          <w:rFonts w:ascii="Times New Roman" w:hAnsi="Times New Roman"/>
          <w:sz w:val="22"/>
          <w:szCs w:val="22"/>
        </w:rPr>
        <w:t xml:space="preserve"> contributo </w:t>
      </w:r>
      <w:r w:rsidR="007467CC" w:rsidRPr="00875F6E">
        <w:rPr>
          <w:rFonts w:ascii="Times New Roman" w:hAnsi="Times New Roman"/>
          <w:sz w:val="22"/>
          <w:szCs w:val="22"/>
        </w:rPr>
        <w:t>per l'is</w:t>
      </w:r>
      <w:r w:rsidRPr="00875F6E">
        <w:rPr>
          <w:rFonts w:ascii="Times New Roman" w:hAnsi="Times New Roman"/>
          <w:sz w:val="22"/>
          <w:szCs w:val="22"/>
        </w:rPr>
        <w:t xml:space="preserve">crizione al registro </w:t>
      </w:r>
      <w:r w:rsidR="007467CC" w:rsidRPr="00875F6E">
        <w:rPr>
          <w:rFonts w:ascii="Times New Roman" w:hAnsi="Times New Roman"/>
          <w:sz w:val="22"/>
          <w:szCs w:val="22"/>
        </w:rPr>
        <w:t>attestante l'avvenuto pagamento de</w:t>
      </w:r>
      <w:r w:rsidR="00D96B21" w:rsidRPr="00875F6E">
        <w:rPr>
          <w:rFonts w:ascii="Times New Roman" w:hAnsi="Times New Roman"/>
          <w:sz w:val="22"/>
          <w:szCs w:val="22"/>
        </w:rPr>
        <w:t>l</w:t>
      </w:r>
      <w:r w:rsidR="007467CC" w:rsidRPr="00875F6E">
        <w:rPr>
          <w:rFonts w:ascii="Times New Roman" w:hAnsi="Times New Roman"/>
          <w:sz w:val="22"/>
          <w:szCs w:val="22"/>
        </w:rPr>
        <w:t>l</w:t>
      </w:r>
      <w:r w:rsidR="00D96B21" w:rsidRPr="00875F6E">
        <w:rPr>
          <w:rFonts w:ascii="Times New Roman" w:hAnsi="Times New Roman"/>
          <w:sz w:val="22"/>
          <w:szCs w:val="22"/>
        </w:rPr>
        <w:t xml:space="preserve">o stesso </w:t>
      </w:r>
      <w:r w:rsidR="007467CC" w:rsidRPr="00875F6E">
        <w:rPr>
          <w:rFonts w:ascii="Times New Roman" w:hAnsi="Times New Roman"/>
          <w:sz w:val="22"/>
          <w:szCs w:val="22"/>
        </w:rPr>
        <w:t xml:space="preserve">nelle </w:t>
      </w:r>
      <w:r w:rsidR="00E5049E">
        <w:rPr>
          <w:rFonts w:ascii="Times New Roman" w:hAnsi="Times New Roman"/>
          <w:sz w:val="22"/>
          <w:szCs w:val="22"/>
        </w:rPr>
        <w:t>misure stabilite dal Consiglio p</w:t>
      </w:r>
      <w:r w:rsidR="007467CC" w:rsidRPr="00875F6E">
        <w:rPr>
          <w:rFonts w:ascii="Times New Roman" w:hAnsi="Times New Roman"/>
          <w:sz w:val="22"/>
          <w:szCs w:val="22"/>
        </w:rPr>
        <w:t>rovinciale ai sensi dell'art.</w:t>
      </w:r>
      <w:r w:rsidR="009B1295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 xml:space="preserve">7 del </w:t>
      </w:r>
      <w:r w:rsidR="0062241C" w:rsidRPr="00875F6E">
        <w:rPr>
          <w:rFonts w:ascii="Times New Roman" w:hAnsi="Times New Roman"/>
          <w:sz w:val="22"/>
          <w:szCs w:val="22"/>
        </w:rPr>
        <w:t>D.Lgs.</w:t>
      </w:r>
      <w:r w:rsidR="00744766" w:rsidRPr="00875F6E">
        <w:rPr>
          <w:rFonts w:ascii="Times New Roman" w:hAnsi="Times New Roman"/>
          <w:sz w:val="22"/>
          <w:szCs w:val="22"/>
        </w:rPr>
        <w:t>Lgt.</w:t>
      </w:r>
      <w:r w:rsidR="0062241C" w:rsidRPr="00875F6E">
        <w:rPr>
          <w:rFonts w:ascii="Times New Roman" w:hAnsi="Times New Roman"/>
          <w:sz w:val="22"/>
          <w:szCs w:val="22"/>
        </w:rPr>
        <w:t xml:space="preserve"> </w:t>
      </w:r>
      <w:r w:rsidR="007467CC" w:rsidRPr="00875F6E">
        <w:rPr>
          <w:rFonts w:ascii="Times New Roman" w:hAnsi="Times New Roman"/>
          <w:sz w:val="22"/>
          <w:szCs w:val="22"/>
        </w:rPr>
        <w:t>23 novembre 1944, n. 382</w:t>
      </w:r>
      <w:r w:rsidR="00E5049E">
        <w:rPr>
          <w:rFonts w:ascii="Times New Roman" w:hAnsi="Times New Roman"/>
          <w:sz w:val="22"/>
          <w:szCs w:val="22"/>
        </w:rPr>
        <w:t xml:space="preserve"> da effettuare </w:t>
      </w:r>
      <w:r w:rsidR="00E5049E" w:rsidRPr="00951C26">
        <w:rPr>
          <w:rFonts w:ascii="Times New Roman" w:hAnsi="Times New Roman"/>
          <w:sz w:val="22"/>
          <w:szCs w:val="22"/>
        </w:rPr>
        <w:t>sul c.c.p. n°</w:t>
      </w:r>
      <w:r w:rsidR="00E5049E" w:rsidRPr="00951C26">
        <w:rPr>
          <w:rFonts w:ascii="Times New Roman" w:hAnsi="Times New Roman"/>
          <w:b/>
          <w:sz w:val="22"/>
          <w:szCs w:val="22"/>
        </w:rPr>
        <w:t>14306732</w:t>
      </w:r>
      <w:r w:rsidR="00E5049E" w:rsidRPr="00951C26">
        <w:rPr>
          <w:rFonts w:ascii="Times New Roman" w:hAnsi="Times New Roman"/>
          <w:sz w:val="22"/>
          <w:szCs w:val="22"/>
        </w:rPr>
        <w:t xml:space="preserve"> intestato a</w:t>
      </w:r>
      <w:r w:rsidR="00710025" w:rsidRPr="00951C26">
        <w:rPr>
          <w:rFonts w:ascii="Times New Roman" w:hAnsi="Times New Roman"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>Albo</w:t>
      </w:r>
      <w:r w:rsidR="00E5049E" w:rsidRPr="00951C26">
        <w:rPr>
          <w:rFonts w:ascii="Times New Roman" w:hAnsi="Times New Roman"/>
          <w:sz w:val="22"/>
          <w:szCs w:val="22"/>
        </w:rPr>
        <w:t xml:space="preserve"> Provinciale </w:t>
      </w:r>
      <w:r w:rsidR="00710025" w:rsidRPr="00951C26">
        <w:rPr>
          <w:rFonts w:ascii="Times New Roman" w:hAnsi="Times New Roman"/>
          <w:sz w:val="22"/>
          <w:szCs w:val="22"/>
        </w:rPr>
        <w:t xml:space="preserve">Ordine dei </w:t>
      </w:r>
      <w:r w:rsidR="00E5049E" w:rsidRPr="00951C26">
        <w:rPr>
          <w:rFonts w:ascii="Times New Roman" w:hAnsi="Times New Roman"/>
          <w:sz w:val="22"/>
          <w:szCs w:val="22"/>
        </w:rPr>
        <w:t>Consulenti del Lavoro</w:t>
      </w:r>
      <w:r w:rsidR="00710025" w:rsidRPr="00951C26">
        <w:rPr>
          <w:rFonts w:ascii="Times New Roman" w:hAnsi="Times New Roman"/>
          <w:sz w:val="22"/>
          <w:szCs w:val="22"/>
        </w:rPr>
        <w:t xml:space="preserve"> viale G</w:t>
      </w:r>
      <w:r w:rsidR="00951C26" w:rsidRPr="00951C26">
        <w:rPr>
          <w:rFonts w:ascii="Times New Roman" w:hAnsi="Times New Roman"/>
          <w:sz w:val="22"/>
          <w:szCs w:val="22"/>
        </w:rPr>
        <w:t>.</w:t>
      </w:r>
      <w:r w:rsidR="00710025" w:rsidRPr="00951C26">
        <w:rPr>
          <w:rFonts w:ascii="Times New Roman" w:hAnsi="Times New Roman"/>
          <w:sz w:val="22"/>
          <w:szCs w:val="22"/>
        </w:rPr>
        <w:t xml:space="preserve"> Leopardi n° 160/A</w:t>
      </w:r>
      <w:r w:rsidR="00E5049E" w:rsidRPr="00951C26">
        <w:rPr>
          <w:rFonts w:ascii="Times New Roman" w:hAnsi="Times New Roman"/>
          <w:sz w:val="22"/>
          <w:szCs w:val="22"/>
        </w:rPr>
        <w:t xml:space="preserve"> – </w:t>
      </w:r>
      <w:r w:rsidR="00710025" w:rsidRPr="00951C26">
        <w:rPr>
          <w:rFonts w:ascii="Times New Roman" w:hAnsi="Times New Roman"/>
          <w:sz w:val="22"/>
          <w:szCs w:val="22"/>
        </w:rPr>
        <w:t xml:space="preserve">73100 </w:t>
      </w:r>
      <w:r w:rsidR="00E5049E" w:rsidRPr="00951C26">
        <w:rPr>
          <w:rFonts w:ascii="Times New Roman" w:hAnsi="Times New Roman"/>
          <w:sz w:val="22"/>
          <w:szCs w:val="22"/>
        </w:rPr>
        <w:t>Lecce</w:t>
      </w:r>
      <w:r w:rsidR="00710025" w:rsidRPr="00951C26">
        <w:rPr>
          <w:rFonts w:ascii="Times New Roman" w:hAnsi="Times New Roman"/>
          <w:sz w:val="22"/>
          <w:szCs w:val="22"/>
        </w:rPr>
        <w:t xml:space="preserve"> (LE)</w:t>
      </w:r>
      <w:r w:rsidR="00E5049E" w:rsidRPr="00951C26">
        <w:rPr>
          <w:rFonts w:ascii="Times New Roman" w:hAnsi="Times New Roman"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 xml:space="preserve">oppure IBAN </w:t>
      </w:r>
      <w:r w:rsidR="00951C26" w:rsidRPr="00951C26">
        <w:rPr>
          <w:rFonts w:ascii="Times New Roman" w:hAnsi="Times New Roman"/>
          <w:b/>
          <w:bCs/>
          <w:sz w:val="22"/>
          <w:szCs w:val="22"/>
        </w:rPr>
        <w:t>IT 44 Z 01030 16009 000000023884</w:t>
      </w:r>
      <w:r w:rsidR="00951C2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51C26">
        <w:rPr>
          <w:rFonts w:ascii="Times New Roman" w:hAnsi="Times New Roman"/>
          <w:sz w:val="22"/>
          <w:szCs w:val="22"/>
        </w:rPr>
        <w:t xml:space="preserve">c/o </w:t>
      </w:r>
      <w:r w:rsidR="00951C26" w:rsidRPr="00951C26">
        <w:rPr>
          <w:rFonts w:ascii="Times New Roman" w:hAnsi="Times New Roman"/>
          <w:sz w:val="22"/>
          <w:szCs w:val="22"/>
        </w:rPr>
        <w:t>Monte Paschi di Siena Lecce 4</w:t>
      </w:r>
      <w:r w:rsidR="00951C2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51C26" w:rsidRPr="00951C26">
        <w:rPr>
          <w:rFonts w:ascii="Times New Roman" w:hAnsi="Times New Roman"/>
          <w:sz w:val="22"/>
          <w:szCs w:val="22"/>
        </w:rPr>
        <w:t xml:space="preserve">intestato a Ordine dei Consulenti del </w:t>
      </w:r>
      <w:r w:rsidR="00951C26">
        <w:rPr>
          <w:rFonts w:ascii="Times New Roman" w:hAnsi="Times New Roman"/>
          <w:sz w:val="22"/>
          <w:szCs w:val="22"/>
        </w:rPr>
        <w:t>L</w:t>
      </w:r>
      <w:r w:rsidR="00951C26" w:rsidRPr="00951C26">
        <w:rPr>
          <w:rFonts w:ascii="Times New Roman" w:hAnsi="Times New Roman"/>
          <w:sz w:val="22"/>
          <w:szCs w:val="22"/>
        </w:rPr>
        <w:t xml:space="preserve">avoro di Lecce </w:t>
      </w:r>
      <w:r w:rsidR="00E5049E" w:rsidRPr="00951C26">
        <w:rPr>
          <w:rFonts w:ascii="Times New Roman" w:hAnsi="Times New Roman"/>
          <w:sz w:val="22"/>
          <w:szCs w:val="22"/>
        </w:rPr>
        <w:t>causale “Iscrizione al Registro Praticanti”</w:t>
      </w:r>
      <w:r w:rsidR="007467CC" w:rsidRPr="00951C26">
        <w:rPr>
          <w:rFonts w:ascii="Times New Roman" w:hAnsi="Times New Roman"/>
          <w:sz w:val="22"/>
          <w:szCs w:val="22"/>
        </w:rPr>
        <w:t>;</w:t>
      </w:r>
    </w:p>
    <w:p w14:paraId="128A8460" w14:textId="77777777" w:rsidR="00D1748E" w:rsidRDefault="00710025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="007467CC" w:rsidRPr="00875F6E">
        <w:rPr>
          <w:rFonts w:ascii="Times New Roman" w:hAnsi="Times New Roman"/>
          <w:sz w:val="22"/>
          <w:szCs w:val="22"/>
        </w:rPr>
        <w:t xml:space="preserve"> foto formato tessera firmate</w:t>
      </w:r>
      <w:r w:rsidR="0044297A">
        <w:rPr>
          <w:rFonts w:ascii="Times New Roman" w:hAnsi="Times New Roman"/>
          <w:sz w:val="22"/>
          <w:szCs w:val="22"/>
        </w:rPr>
        <w:t xml:space="preserve"> sul retro</w:t>
      </w:r>
    </w:p>
    <w:p w14:paraId="670519C9" w14:textId="77777777" w:rsidR="007467CC" w:rsidRPr="00875F6E" w:rsidRDefault="00D1748E" w:rsidP="00173BA3">
      <w:pPr>
        <w:pStyle w:val="Corpodeltesto"/>
        <w:numPr>
          <w:ilvl w:val="0"/>
          <w:numId w:val="11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copia di un documento di identità valido e del codice fiscale firmate</w:t>
      </w:r>
      <w:r w:rsidR="003C6BC8" w:rsidRPr="00875F6E">
        <w:rPr>
          <w:rFonts w:ascii="Times New Roman" w:hAnsi="Times New Roman"/>
          <w:sz w:val="22"/>
          <w:szCs w:val="22"/>
        </w:rPr>
        <w:t>.</w:t>
      </w:r>
    </w:p>
    <w:p w14:paraId="49BB15BA" w14:textId="77777777" w:rsidR="005F7055" w:rsidRDefault="005F7055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</w:p>
    <w:p w14:paraId="293D5504" w14:textId="77777777" w:rsidR="003C6BC8" w:rsidRPr="00875F6E" w:rsidRDefault="004C2B74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 xml:space="preserve">Indica come indirizzo al quale </w:t>
      </w:r>
      <w:r w:rsidR="003C6BC8" w:rsidRPr="00875F6E">
        <w:rPr>
          <w:rFonts w:ascii="Times New Roman" w:hAnsi="Times New Roman"/>
          <w:sz w:val="22"/>
          <w:szCs w:val="22"/>
        </w:rPr>
        <w:t>ricevere le comunic</w:t>
      </w:r>
      <w:r w:rsidR="00583087">
        <w:rPr>
          <w:rFonts w:ascii="Times New Roman" w:hAnsi="Times New Roman"/>
          <w:sz w:val="22"/>
          <w:szCs w:val="22"/>
        </w:rPr>
        <w:t>azioni dal Consiglio P</w:t>
      </w:r>
      <w:r w:rsidR="00877FB1">
        <w:rPr>
          <w:rFonts w:ascii="Times New Roman" w:hAnsi="Times New Roman"/>
          <w:sz w:val="22"/>
          <w:szCs w:val="22"/>
        </w:rPr>
        <w:t>rovinciale i seguenti recapiti,</w:t>
      </w:r>
    </w:p>
    <w:p w14:paraId="30F34921" w14:textId="77777777" w:rsidR="003C6BC8" w:rsidRPr="00875F6E" w:rsidRDefault="00583087" w:rsidP="003C6BC8">
      <w:pPr>
        <w:pStyle w:val="Corpodel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7FB1">
        <w:rPr>
          <w:rFonts w:ascii="Times New Roman" w:hAnsi="Times New Roman"/>
          <w:b/>
          <w:sz w:val="22"/>
          <w:szCs w:val="22"/>
        </w:rPr>
        <w:t xml:space="preserve">se diverso da </w:t>
      </w:r>
      <w:r w:rsidR="000B39DF" w:rsidRPr="00877FB1">
        <w:rPr>
          <w:rFonts w:ascii="Times New Roman" w:hAnsi="Times New Roman"/>
          <w:b/>
          <w:sz w:val="22"/>
          <w:szCs w:val="22"/>
        </w:rPr>
        <w:t>residenza</w:t>
      </w:r>
      <w:r w:rsidR="000B39DF" w:rsidRPr="00875F6E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</w:t>
      </w:r>
      <w:r w:rsidR="003C6BC8" w:rsidRPr="00875F6E">
        <w:rPr>
          <w:rFonts w:ascii="Times New Roman" w:hAnsi="Times New Roman"/>
          <w:sz w:val="22"/>
          <w:szCs w:val="22"/>
        </w:rPr>
        <w:t xml:space="preserve"> </w:t>
      </w:r>
    </w:p>
    <w:p w14:paraId="00494631" w14:textId="77777777" w:rsidR="00E5049E" w:rsidRDefault="00E5049E" w:rsidP="000416E8">
      <w:pPr>
        <w:pStyle w:val="Corpodel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</w:p>
    <w:p w14:paraId="1616790E" w14:textId="77777777" w:rsidR="00244AF4" w:rsidRPr="00D96B21" w:rsidRDefault="00EC25EA" w:rsidP="000416E8">
      <w:pPr>
        <w:pStyle w:val="Corpodel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In attesa di riscontro, coglie</w:t>
      </w:r>
      <w:r w:rsidR="00E629E5" w:rsidRPr="00D96B21">
        <w:rPr>
          <w:rFonts w:ascii="Times New Roman" w:hAnsi="Times New Roman"/>
          <w:sz w:val="22"/>
          <w:szCs w:val="22"/>
        </w:rPr>
        <w:t xml:space="preserve"> l’occasione per </w:t>
      </w:r>
      <w:r w:rsidRPr="00D96B21">
        <w:rPr>
          <w:rFonts w:ascii="Times New Roman" w:hAnsi="Times New Roman"/>
          <w:sz w:val="22"/>
          <w:szCs w:val="22"/>
        </w:rPr>
        <w:t>inviare</w:t>
      </w:r>
      <w:r w:rsidR="00E629E5" w:rsidRPr="00D96B21">
        <w:rPr>
          <w:rFonts w:ascii="Times New Roman" w:hAnsi="Times New Roman"/>
          <w:sz w:val="22"/>
          <w:szCs w:val="22"/>
        </w:rPr>
        <w:t xml:space="preserve"> distinti saluti.</w:t>
      </w:r>
    </w:p>
    <w:p w14:paraId="772ECADA" w14:textId="77777777" w:rsidR="00244AF4" w:rsidRPr="00D96B21" w:rsidRDefault="00244AF4">
      <w:pPr>
        <w:pStyle w:val="Corpodeltesto"/>
        <w:ind w:firstLine="567"/>
        <w:rPr>
          <w:rFonts w:ascii="Times New Roman" w:hAnsi="Times New Roman"/>
          <w:sz w:val="22"/>
          <w:szCs w:val="22"/>
        </w:rPr>
      </w:pPr>
    </w:p>
    <w:p w14:paraId="59290150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152450AD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2D37C4EE" w14:textId="77777777" w:rsidR="00244AF4" w:rsidRDefault="00E629E5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Luogo e data</w:t>
      </w:r>
    </w:p>
    <w:p w14:paraId="4F8AAE42" w14:textId="77777777" w:rsidR="00583087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</w:p>
    <w:p w14:paraId="164C04FA" w14:textId="77777777" w:rsidR="00583087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</w:p>
    <w:p w14:paraId="7D67ACFB" w14:textId="77777777" w:rsidR="00583087" w:rsidRPr="00D96B21" w:rsidRDefault="00583087" w:rsidP="00D96B21">
      <w:pPr>
        <w:pStyle w:val="Corpodeltesto"/>
        <w:ind w:firstLine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</w:t>
      </w:r>
    </w:p>
    <w:p w14:paraId="0D6401F0" w14:textId="77777777" w:rsidR="00244AF4" w:rsidRPr="00D96B21" w:rsidRDefault="00244AF4">
      <w:pPr>
        <w:pStyle w:val="Corpodeltesto"/>
        <w:rPr>
          <w:rFonts w:ascii="Times New Roman" w:hAnsi="Times New Roman"/>
          <w:sz w:val="22"/>
          <w:szCs w:val="22"/>
        </w:rPr>
      </w:pPr>
    </w:p>
    <w:p w14:paraId="50AB0544" w14:textId="77777777" w:rsidR="00244AF4" w:rsidRPr="00D96B21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2"/>
          <w:szCs w:val="22"/>
        </w:rPr>
      </w:pPr>
      <w:r w:rsidRPr="00D96B21">
        <w:rPr>
          <w:rFonts w:ascii="Times New Roman" w:hAnsi="Times New Roman"/>
          <w:bCs/>
          <w:sz w:val="22"/>
          <w:szCs w:val="22"/>
        </w:rPr>
        <w:t>Firma</w:t>
      </w:r>
    </w:p>
    <w:p w14:paraId="4BF5DA91" w14:textId="77777777" w:rsidR="00244AF4" w:rsidRPr="00D96B21" w:rsidRDefault="00244AF4" w:rsidP="00EC25EA">
      <w:pPr>
        <w:pStyle w:val="Corpodeltesto"/>
        <w:ind w:left="4820"/>
        <w:jc w:val="center"/>
        <w:rPr>
          <w:rFonts w:ascii="Times New Roman" w:hAnsi="Times New Roman"/>
          <w:bCs/>
          <w:sz w:val="22"/>
          <w:szCs w:val="22"/>
        </w:rPr>
      </w:pPr>
    </w:p>
    <w:p w14:paraId="31CED6DA" w14:textId="77777777" w:rsidR="00244AF4" w:rsidRPr="00D96B21" w:rsidRDefault="00244AF4" w:rsidP="00EC25EA">
      <w:pPr>
        <w:pStyle w:val="Corpodeltesto"/>
        <w:jc w:val="center"/>
        <w:rPr>
          <w:rFonts w:ascii="Times New Roman" w:hAnsi="Times New Roman"/>
          <w:bCs/>
          <w:sz w:val="22"/>
          <w:szCs w:val="22"/>
        </w:rPr>
      </w:pPr>
    </w:p>
    <w:p w14:paraId="67152B6E" w14:textId="77777777" w:rsidR="00244AF4" w:rsidRPr="00D96B21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/>
          <w:sz w:val="22"/>
          <w:szCs w:val="22"/>
        </w:rPr>
      </w:pPr>
      <w:r w:rsidRPr="00D96B21">
        <w:rPr>
          <w:rFonts w:ascii="Times New Roman" w:hAnsi="Times New Roman"/>
          <w:bCs/>
          <w:sz w:val="22"/>
          <w:szCs w:val="22"/>
        </w:rPr>
        <w:t>_________________</w:t>
      </w:r>
      <w:r w:rsidR="00EC25EA" w:rsidRPr="00D96B21">
        <w:rPr>
          <w:rFonts w:ascii="Times New Roman" w:hAnsi="Times New Roman"/>
          <w:bCs/>
          <w:sz w:val="22"/>
          <w:szCs w:val="22"/>
        </w:rPr>
        <w:t>_________</w:t>
      </w:r>
      <w:r w:rsidRPr="00D96B21">
        <w:rPr>
          <w:rFonts w:ascii="Times New Roman" w:hAnsi="Times New Roman"/>
          <w:bCs/>
          <w:sz w:val="22"/>
          <w:szCs w:val="22"/>
        </w:rPr>
        <w:t>_</w:t>
      </w:r>
    </w:p>
    <w:p w14:paraId="32300AAE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78168861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137AE2E8" w14:textId="77777777" w:rsidR="00244AF4" w:rsidRPr="00D96B21" w:rsidRDefault="00244AF4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C5FA6E2" w14:textId="77777777" w:rsidR="00244AF4" w:rsidRPr="00D96B21" w:rsidRDefault="00244AF4">
      <w:pPr>
        <w:autoSpaceDE w:val="0"/>
        <w:autoSpaceDN w:val="0"/>
        <w:adjustRightInd w:val="0"/>
        <w:rPr>
          <w:sz w:val="22"/>
          <w:szCs w:val="22"/>
        </w:rPr>
      </w:pPr>
    </w:p>
    <w:p w14:paraId="2C922CAE" w14:textId="77777777" w:rsidR="00244AF4" w:rsidRPr="00D96B21" w:rsidRDefault="00244AF4">
      <w:pPr>
        <w:pStyle w:val="Corpodeltesto"/>
        <w:ind w:left="4820"/>
        <w:jc w:val="center"/>
        <w:rPr>
          <w:rFonts w:ascii="Times New Roman" w:hAnsi="Times New Roman"/>
          <w:b/>
          <w:sz w:val="22"/>
          <w:szCs w:val="22"/>
        </w:rPr>
      </w:pPr>
    </w:p>
    <w:p w14:paraId="7EC8DD5C" w14:textId="77777777" w:rsidR="00244AF4" w:rsidRPr="00D96B21" w:rsidRDefault="00244AF4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p w14:paraId="7AE0FD91" w14:textId="77777777" w:rsidR="00244AF4" w:rsidRPr="00D96B21" w:rsidRDefault="00244AF4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p w14:paraId="246C9A4A" w14:textId="77777777" w:rsidR="00E629E5" w:rsidRPr="00D96B21" w:rsidRDefault="00E629E5">
      <w:pPr>
        <w:pStyle w:val="Corpodeltesto"/>
        <w:jc w:val="left"/>
        <w:rPr>
          <w:rFonts w:ascii="Times New Roman" w:hAnsi="Times New Roman"/>
          <w:b/>
          <w:sz w:val="22"/>
          <w:szCs w:val="22"/>
        </w:rPr>
      </w:pPr>
    </w:p>
    <w:sectPr w:rsidR="00E629E5" w:rsidRPr="00D96B21" w:rsidSect="00296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1D3" w14:textId="77777777" w:rsidR="00510245" w:rsidRDefault="00510245" w:rsidP="00EC25EA">
      <w:r>
        <w:separator/>
      </w:r>
    </w:p>
  </w:endnote>
  <w:endnote w:type="continuationSeparator" w:id="0">
    <w:p w14:paraId="10E8D9AD" w14:textId="77777777" w:rsidR="00510245" w:rsidRDefault="00510245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CA08" w14:textId="77777777" w:rsidR="0032704C" w:rsidRDefault="003270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4FA4" w14:textId="77777777" w:rsidR="0032704C" w:rsidRDefault="003270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81B0" w14:textId="77777777" w:rsidR="0032704C" w:rsidRDefault="003270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F85F" w14:textId="77777777" w:rsidR="00510245" w:rsidRDefault="00510245" w:rsidP="00EC25EA">
      <w:r>
        <w:separator/>
      </w:r>
    </w:p>
  </w:footnote>
  <w:footnote w:type="continuationSeparator" w:id="0">
    <w:p w14:paraId="2A76DA14" w14:textId="77777777" w:rsidR="00510245" w:rsidRDefault="00510245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31ACC" w14:textId="77777777" w:rsidR="0032704C" w:rsidRDefault="003270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A1DE" w14:textId="77777777" w:rsidR="00EC25EA" w:rsidRDefault="00EC25EA" w:rsidP="00BA14E1">
    <w:pPr>
      <w:pStyle w:val="Intestazione"/>
      <w:jc w:val="right"/>
    </w:pPr>
    <w:r>
      <w:t>al</w:t>
    </w:r>
    <w:r w:rsidR="00B3320C">
      <w:t>legato 1</w:t>
    </w:r>
    <w:r w:rsidR="00766691">
      <w:t xml:space="preserve"> – domanda di iscrizione</w:t>
    </w:r>
  </w:p>
  <w:p w14:paraId="353E652A" w14:textId="77777777" w:rsidR="00766691" w:rsidRDefault="00766691" w:rsidP="00766691">
    <w:pPr>
      <w:pStyle w:val="Intestazione"/>
      <w:jc w:val="center"/>
    </w:pPr>
  </w:p>
  <w:p w14:paraId="35BBD9D8" w14:textId="77777777" w:rsidR="00EC25EA" w:rsidRDefault="00EC25EA" w:rsidP="00BA14E1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2EBB" w14:textId="77777777" w:rsidR="0032704C" w:rsidRDefault="003270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1B6DD9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7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9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75214920">
    <w:abstractNumId w:val="1"/>
  </w:num>
  <w:num w:numId="2" w16cid:durableId="568344741">
    <w:abstractNumId w:val="9"/>
  </w:num>
  <w:num w:numId="3" w16cid:durableId="1378238369">
    <w:abstractNumId w:val="3"/>
  </w:num>
  <w:num w:numId="4" w16cid:durableId="1497114065">
    <w:abstractNumId w:val="10"/>
  </w:num>
  <w:num w:numId="5" w16cid:durableId="838934103">
    <w:abstractNumId w:val="8"/>
  </w:num>
  <w:num w:numId="6" w16cid:durableId="1289704068">
    <w:abstractNumId w:val="0"/>
  </w:num>
  <w:num w:numId="7" w16cid:durableId="2054620755">
    <w:abstractNumId w:val="6"/>
  </w:num>
  <w:num w:numId="8" w16cid:durableId="1908875943">
    <w:abstractNumId w:val="7"/>
  </w:num>
  <w:num w:numId="9" w16cid:durableId="2036808763">
    <w:abstractNumId w:val="5"/>
  </w:num>
  <w:num w:numId="10" w16cid:durableId="1991640893">
    <w:abstractNumId w:val="4"/>
  </w:num>
  <w:num w:numId="11" w16cid:durableId="249972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5EA"/>
    <w:rsid w:val="00002CC8"/>
    <w:rsid w:val="000416E8"/>
    <w:rsid w:val="0007368E"/>
    <w:rsid w:val="00084C93"/>
    <w:rsid w:val="000B39DF"/>
    <w:rsid w:val="000B3C3E"/>
    <w:rsid w:val="000F3F12"/>
    <w:rsid w:val="00146F20"/>
    <w:rsid w:val="00173BA3"/>
    <w:rsid w:val="0017585C"/>
    <w:rsid w:val="00227E18"/>
    <w:rsid w:val="00244AF4"/>
    <w:rsid w:val="00252DDE"/>
    <w:rsid w:val="0026147B"/>
    <w:rsid w:val="00291F93"/>
    <w:rsid w:val="0029657A"/>
    <w:rsid w:val="002B30DF"/>
    <w:rsid w:val="002D5FAA"/>
    <w:rsid w:val="002F0510"/>
    <w:rsid w:val="003203C5"/>
    <w:rsid w:val="0032704C"/>
    <w:rsid w:val="003C3EC8"/>
    <w:rsid w:val="003C6BC8"/>
    <w:rsid w:val="00420970"/>
    <w:rsid w:val="004229D0"/>
    <w:rsid w:val="0044297A"/>
    <w:rsid w:val="00471692"/>
    <w:rsid w:val="0048757A"/>
    <w:rsid w:val="004A3D28"/>
    <w:rsid w:val="004C2B74"/>
    <w:rsid w:val="004F3A0E"/>
    <w:rsid w:val="00510245"/>
    <w:rsid w:val="00537B88"/>
    <w:rsid w:val="005533AA"/>
    <w:rsid w:val="005644DB"/>
    <w:rsid w:val="00583087"/>
    <w:rsid w:val="005D4717"/>
    <w:rsid w:val="005D5D1D"/>
    <w:rsid w:val="005E2595"/>
    <w:rsid w:val="005F7055"/>
    <w:rsid w:val="00615F63"/>
    <w:rsid w:val="0062241C"/>
    <w:rsid w:val="00685FFC"/>
    <w:rsid w:val="00690EAE"/>
    <w:rsid w:val="00695C35"/>
    <w:rsid w:val="00710025"/>
    <w:rsid w:val="00717831"/>
    <w:rsid w:val="00744766"/>
    <w:rsid w:val="007467CC"/>
    <w:rsid w:val="00766691"/>
    <w:rsid w:val="00770784"/>
    <w:rsid w:val="00775814"/>
    <w:rsid w:val="0078443B"/>
    <w:rsid w:val="00792A81"/>
    <w:rsid w:val="00875F6E"/>
    <w:rsid w:val="00877FB1"/>
    <w:rsid w:val="00890E77"/>
    <w:rsid w:val="008A3A5D"/>
    <w:rsid w:val="008D784B"/>
    <w:rsid w:val="00931356"/>
    <w:rsid w:val="00951C26"/>
    <w:rsid w:val="009B1295"/>
    <w:rsid w:val="009D5DA5"/>
    <w:rsid w:val="00A26991"/>
    <w:rsid w:val="00A50646"/>
    <w:rsid w:val="00AC0829"/>
    <w:rsid w:val="00B10849"/>
    <w:rsid w:val="00B10F68"/>
    <w:rsid w:val="00B3320C"/>
    <w:rsid w:val="00B84B4A"/>
    <w:rsid w:val="00BA14E1"/>
    <w:rsid w:val="00BD382D"/>
    <w:rsid w:val="00BD5D46"/>
    <w:rsid w:val="00D13440"/>
    <w:rsid w:val="00D1748E"/>
    <w:rsid w:val="00D96B21"/>
    <w:rsid w:val="00DA57E1"/>
    <w:rsid w:val="00E37ECA"/>
    <w:rsid w:val="00E5049E"/>
    <w:rsid w:val="00E629E5"/>
    <w:rsid w:val="00E93567"/>
    <w:rsid w:val="00EC25EA"/>
    <w:rsid w:val="00ED781B"/>
    <w:rsid w:val="00F1688E"/>
    <w:rsid w:val="00F40352"/>
    <w:rsid w:val="00FB04C5"/>
    <w:rsid w:val="00F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F1E66"/>
  <w15:chartTrackingRefBased/>
  <w15:docId w15:val="{CE4B418D-1276-4C81-8EE6-ADCA11D2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657A"/>
  </w:style>
  <w:style w:type="paragraph" w:styleId="Titolo1">
    <w:name w:val="heading 1"/>
    <w:basedOn w:val="Normale"/>
    <w:next w:val="Normale"/>
    <w:qFormat/>
    <w:rsid w:val="0029657A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29657A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29657A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29657A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29657A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29657A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29657A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29657A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29657A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semiHidden/>
    <w:rsid w:val="0029657A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29657A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29657A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29657A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29657A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29657A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657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29657A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29657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229D0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4229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mo\AppData\Roaming\Microsoft\Templates\TP101866744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TP101866744_template.dotx</Template>
  <TotalTime>25</TotalTime>
  <Pages>2</Pages>
  <Words>566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7</cp:revision>
  <cp:lastPrinted>2016-02-04T13:53:00Z</cp:lastPrinted>
  <dcterms:created xsi:type="dcterms:W3CDTF">2023-01-27T10:12:00Z</dcterms:created>
  <dcterms:modified xsi:type="dcterms:W3CDTF">2023-02-09T10:24:00Z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</Properties>
</file>